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50538C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Description générale</w:t>
      </w:r>
    </w:p>
    <w:p w:rsidR="009A54BB" w:rsidRDefault="00245C9D" w:rsidP="009A54BB">
      <w:pPr>
        <w:rPr>
          <w:lang w:val="fr-BE"/>
        </w:rPr>
      </w:pPr>
      <w:r>
        <w:rPr>
          <w:lang w:val="fr-BE"/>
        </w:rPr>
        <w:t xml:space="preserve">Vidoir rectangulaire avec parroi arriere surélevée.  Equipé d’une pare-chocs en plastique a l’avant.  </w:t>
      </w:r>
    </w:p>
    <w:p w:rsidR="00245C9D" w:rsidRDefault="00245C9D" w:rsidP="009A54BB">
      <w:pPr>
        <w:rPr>
          <w:lang w:val="fr-BE"/>
        </w:rPr>
      </w:pPr>
      <w:r>
        <w:rPr>
          <w:lang w:val="fr-BE"/>
        </w:rPr>
        <w:t>L’email est applique en deux couches et cuit en une seule fois à une temperature supérieure à 1200°</w:t>
      </w:r>
    </w:p>
    <w:p w:rsidR="00245C9D" w:rsidRDefault="00245C9D" w:rsidP="009A54BB">
      <w:pPr>
        <w:rPr>
          <w:lang w:val="fr-BE"/>
        </w:rPr>
      </w:pPr>
      <w:r>
        <w:rPr>
          <w:lang w:val="fr-BE"/>
        </w:rPr>
        <w:t xml:space="preserve">L’intérieur est rectangulaire, ce qui permet de placer facilement des seaux dans l’evier.  </w:t>
      </w:r>
    </w:p>
    <w:p w:rsidR="00245C9D" w:rsidRDefault="00245C9D" w:rsidP="009A54BB">
      <w:pPr>
        <w:rPr>
          <w:lang w:val="fr-BE"/>
        </w:rPr>
      </w:pPr>
      <w:r>
        <w:rPr>
          <w:lang w:val="fr-BE"/>
        </w:rPr>
        <w:t xml:space="preserve">Trop-plein intégré dans la porcelaine avec ouverture oval au milieu.  </w:t>
      </w:r>
    </w:p>
    <w:p w:rsidR="00245C9D" w:rsidRDefault="00245C9D" w:rsidP="009A54BB">
      <w:pPr>
        <w:rPr>
          <w:lang w:val="fr-BE"/>
        </w:rPr>
      </w:pPr>
      <w:r>
        <w:rPr>
          <w:lang w:val="fr-BE"/>
        </w:rPr>
        <w:t xml:space="preserve">Prevue pour grille de seau.  </w:t>
      </w:r>
    </w:p>
    <w:p w:rsidR="00245C9D" w:rsidRDefault="00245C9D" w:rsidP="009A54BB">
      <w:pPr>
        <w:rPr>
          <w:lang w:val="fr-BE"/>
        </w:rPr>
      </w:pPr>
    </w:p>
    <w:p w:rsidR="00245C9D" w:rsidRDefault="00245C9D" w:rsidP="00245C9D">
      <w:pPr>
        <w:rPr>
          <w:rFonts w:cs="Arial"/>
          <w:i/>
          <w:iCs/>
          <w:szCs w:val="24"/>
          <w:lang w:val="fr-BE"/>
        </w:rPr>
      </w:pPr>
      <w:r w:rsidRPr="00BC0A93">
        <w:rPr>
          <w:rFonts w:cs="Arial"/>
          <w:szCs w:val="24"/>
          <w:lang w:val="fr-BE"/>
        </w:rPr>
        <w:t>Le logo du fabricant est appliqué sur la porcelaine dans une couleur subtile et légère</w:t>
      </w:r>
      <w:r w:rsidRPr="00B16351">
        <w:rPr>
          <w:rFonts w:cs="Arial"/>
          <w:i/>
          <w:iCs/>
          <w:szCs w:val="24"/>
          <w:lang w:val="fr-BE"/>
        </w:rPr>
        <w:t>.</w:t>
      </w:r>
    </w:p>
    <w:p w:rsidR="00245C9D" w:rsidRPr="00DC3C46" w:rsidRDefault="00245C9D" w:rsidP="009A54BB">
      <w:pPr>
        <w:rPr>
          <w:lang w:val="fr-BE"/>
        </w:rPr>
      </w:pPr>
    </w:p>
    <w:p w:rsidR="008A5169" w:rsidRPr="00C206EA" w:rsidRDefault="0050538C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Matériaux et caractéristique</w:t>
      </w:r>
      <w:r w:rsidR="00CA467B">
        <w:rPr>
          <w:rFonts w:ascii="Arial" w:hAnsi="Arial"/>
          <w:b/>
        </w:rPr>
        <w:t>s</w:t>
      </w:r>
    </w:p>
    <w:p w:rsidR="005832D0" w:rsidRDefault="008A5169" w:rsidP="005832D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</w:t>
      </w:r>
      <w:r w:rsidR="0050538C">
        <w:rPr>
          <w:rFonts w:ascii="Arial" w:hAnsi="Arial"/>
          <w:b/>
          <w:u w:val="none"/>
        </w:rPr>
        <w:t>atériaux</w:t>
      </w:r>
    </w:p>
    <w:p w:rsidR="00245C9D" w:rsidRPr="00245C9D" w:rsidRDefault="00245C9D" w:rsidP="00245C9D">
      <w:r>
        <w:t>Argile r</w:t>
      </w:r>
      <w:r w:rsidR="0091709E">
        <w:t>éfractaire</w:t>
      </w:r>
    </w:p>
    <w:p w:rsidR="0050538C" w:rsidRDefault="005832D0" w:rsidP="0050538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 w:rsidRPr="005832D0">
        <w:rPr>
          <w:rStyle w:val="tw4winMark"/>
          <w:rFonts w:ascii="Arial" w:hAnsi="Arial" w:cs="Arial"/>
          <w:szCs w:val="24"/>
          <w:lang w:val="fr-FR"/>
        </w:rPr>
        <w:t>{0&gt;</w:t>
      </w:r>
      <w:r w:rsidR="0050538C" w:rsidRPr="005832D0">
        <w:rPr>
          <w:rFonts w:ascii="Arial" w:hAnsi="Arial"/>
          <w:b/>
          <w:u w:val="none"/>
        </w:rPr>
        <w:t>Caractéristique</w:t>
      </w:r>
      <w:bookmarkStart w:id="0" w:name="_Hlk37149002"/>
      <w:r w:rsidR="00CA467B" w:rsidRPr="005832D0">
        <w:rPr>
          <w:rFonts w:ascii="Arial" w:hAnsi="Arial"/>
          <w:b/>
          <w:u w:val="none"/>
        </w:rPr>
        <w:t>s</w:t>
      </w:r>
    </w:p>
    <w:p w:rsidR="0091709E" w:rsidRDefault="0091709E" w:rsidP="0091709E"/>
    <w:p w:rsidR="0091709E" w:rsidRDefault="0091709E" w:rsidP="0091709E">
      <w:r>
        <w:t>Couleur: Blanc</w:t>
      </w:r>
    </w:p>
    <w:p w:rsidR="0091709E" w:rsidRDefault="0091709E" w:rsidP="0091709E">
      <w:r>
        <w:t>L: 50 cm</w:t>
      </w:r>
    </w:p>
    <w:p w:rsidR="0091709E" w:rsidRDefault="0091709E" w:rsidP="0091709E">
      <w:r>
        <w:t>P: 39 cm</w:t>
      </w:r>
    </w:p>
    <w:p w:rsidR="0091709E" w:rsidRPr="0091709E" w:rsidRDefault="0091709E" w:rsidP="0091709E">
      <w:r>
        <w:t>H: 33.5 cm</w:t>
      </w:r>
    </w:p>
    <w:p w:rsidR="0091709E" w:rsidRPr="0091709E" w:rsidRDefault="0091709E" w:rsidP="0091709E">
      <w:r>
        <w:rPr>
          <w:rStyle w:val="tw4winMark"/>
          <w:rFonts w:ascii="Arial" w:hAnsi="Arial" w:cs="Arial"/>
          <w:szCs w:val="24"/>
          <w:u w:val="single"/>
          <w:lang w:val="fr-FR"/>
        </w:rPr>
        <w:t>Couleru</w:t>
      </w:r>
    </w:p>
    <w:bookmarkEnd w:id="0"/>
    <w:p w:rsidR="00586B18" w:rsidRDefault="0050538C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:rsidR="00312E59" w:rsidRPr="00CA467B" w:rsidRDefault="00312E59" w:rsidP="00312E59">
      <w:pPr>
        <w:rPr>
          <w:lang w:val="fr-BE"/>
        </w:rPr>
      </w:pPr>
      <w:r w:rsidRPr="00CA467B">
        <w:rPr>
          <w:lang w:val="fr-BE"/>
        </w:rPr>
        <w:t xml:space="preserve">Fixation </w:t>
      </w:r>
      <w:r w:rsidR="0091709E">
        <w:rPr>
          <w:lang w:val="fr-BE"/>
        </w:rPr>
        <w:t>invisible</w:t>
      </w:r>
      <w:r w:rsidRPr="00CA467B">
        <w:rPr>
          <w:lang w:val="fr-BE"/>
        </w:rPr>
        <w:t xml:space="preserve"> </w:t>
      </w:r>
      <w:r w:rsidR="00004A1A">
        <w:rPr>
          <w:lang w:val="fr-BE"/>
        </w:rPr>
        <w:t>à</w:t>
      </w:r>
      <w:r w:rsidRPr="00CA467B">
        <w:rPr>
          <w:lang w:val="fr-BE"/>
        </w:rPr>
        <w:t xml:space="preserve"> l’aide de 2 </w:t>
      </w:r>
      <w:r w:rsidR="0091709E">
        <w:rPr>
          <w:lang w:val="fr-BE"/>
        </w:rPr>
        <w:t xml:space="preserve">crochets </w:t>
      </w:r>
      <w:r w:rsidRPr="00CA467B">
        <w:rPr>
          <w:lang w:val="fr-BE"/>
        </w:rPr>
        <w:t>(</w:t>
      </w:r>
      <w:r w:rsidR="00004A1A">
        <w:rPr>
          <w:lang w:val="fr-BE"/>
        </w:rPr>
        <w:t>non</w:t>
      </w:r>
      <w:r w:rsidRPr="00CA467B">
        <w:rPr>
          <w:lang w:val="fr-BE"/>
        </w:rPr>
        <w:t xml:space="preserve"> inclus)</w:t>
      </w:r>
    </w:p>
    <w:p w:rsidR="00312E59" w:rsidRPr="00CA467B" w:rsidRDefault="00312E59" w:rsidP="00312E59">
      <w:pPr>
        <w:rPr>
          <w:lang w:val="fr-BE"/>
        </w:rPr>
      </w:pPr>
    </w:p>
    <w:p w:rsidR="00312E59" w:rsidRPr="00CA467B" w:rsidRDefault="00312E59" w:rsidP="00312E59">
      <w:pPr>
        <w:rPr>
          <w:lang w:val="fr-BE"/>
        </w:rPr>
      </w:pPr>
    </w:p>
    <w:p w:rsidR="00502659" w:rsidRPr="00CA467B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502659" w:rsidRPr="00CA467B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502659" w:rsidRPr="00CA467B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502659" w:rsidRPr="00CA467B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DD0E11" w:rsidRDefault="00DD0E1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586B18" w:rsidRDefault="0050538C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I</w:t>
      </w:r>
      <w:r w:rsidR="00931949">
        <w:rPr>
          <w:b/>
          <w:bCs/>
        </w:rPr>
        <w:t>llustration</w:t>
      </w:r>
    </w:p>
    <w:p w:rsidR="00CE5E0E" w:rsidRPr="00FF20C8" w:rsidRDefault="00CE5E0E" w:rsidP="008A5169">
      <w:pPr>
        <w:pStyle w:val="Bulleted1"/>
        <w:numPr>
          <w:ilvl w:val="0"/>
          <w:numId w:val="0"/>
        </w:numPr>
      </w:pPr>
      <w:bookmarkStart w:id="1" w:name="_GoBack"/>
      <w:bookmarkEnd w:id="1"/>
    </w:p>
    <w:p w:rsidR="008A5169" w:rsidRDefault="00A046D1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3D8F16FC" wp14:editId="540B6BF1">
            <wp:extent cx="5043805" cy="4021434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60200" cy="40345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4591" w:rsidRDefault="00884591">
      <w:r>
        <w:separator/>
      </w:r>
    </w:p>
  </w:endnote>
  <w:endnote w:type="continuationSeparator" w:id="0">
    <w:p w:rsidR="00884591" w:rsidRDefault="00884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709E" w:rsidRDefault="0091709E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709E" w:rsidRDefault="0091709E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4591" w:rsidRDefault="00884591">
      <w:r>
        <w:separator/>
      </w:r>
    </w:p>
  </w:footnote>
  <w:footnote w:type="continuationSeparator" w:id="0">
    <w:p w:rsidR="00884591" w:rsidRDefault="008845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709E" w:rsidRDefault="0091709E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CA467B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CA467B">
      <w:rPr>
        <w:rFonts w:ascii="Arial" w:hAnsi="Arial" w:cs="Arial"/>
        <w:b/>
        <w:szCs w:val="24"/>
        <w:lang w:val="fr-BE"/>
      </w:rPr>
      <w:t>Geberit</w:t>
    </w:r>
    <w:r w:rsidR="009460A8">
      <w:rPr>
        <w:rFonts w:ascii="Arial" w:hAnsi="Arial" w:cs="Arial"/>
        <w:b/>
        <w:szCs w:val="24"/>
        <w:lang w:val="fr-BE"/>
      </w:rPr>
      <w:t xml:space="preserve"> </w:t>
    </w:r>
    <w:r w:rsidR="00245C9D">
      <w:rPr>
        <w:rFonts w:ascii="Arial" w:hAnsi="Arial" w:cs="Arial"/>
        <w:b/>
        <w:szCs w:val="24"/>
        <w:lang w:val="fr-BE"/>
      </w:rPr>
      <w:t xml:space="preserve">300 </w:t>
    </w:r>
    <w:r w:rsidR="009460A8">
      <w:rPr>
        <w:rFonts w:ascii="Arial" w:hAnsi="Arial" w:cs="Arial"/>
        <w:b/>
        <w:szCs w:val="24"/>
        <w:lang w:val="fr-BE"/>
      </w:rPr>
      <w:t>basic</w:t>
    </w:r>
    <w:r w:rsidR="00A046D1">
      <w:rPr>
        <w:rFonts w:ascii="Arial" w:hAnsi="Arial" w:cs="Arial"/>
        <w:b/>
        <w:szCs w:val="24"/>
        <w:lang w:val="fr-BE"/>
      </w:rPr>
      <w:t xml:space="preserve"> </w:t>
    </w:r>
    <w:r w:rsidR="009460A8">
      <w:rPr>
        <w:rFonts w:ascii="Arial" w:hAnsi="Arial" w:cs="Arial"/>
        <w:b/>
        <w:szCs w:val="24"/>
        <w:lang w:val="fr-BE"/>
      </w:rPr>
      <w:t>norma vidoir</w:t>
    </w:r>
    <w:r w:rsidR="00586B18" w:rsidRPr="00CA467B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25544" w:rsidRPr="00CA467B" w:rsidRDefault="00A046D1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Pour grille avec trop plein</w:t>
    </w:r>
    <w:r w:rsidR="00C272EF" w:rsidRPr="00CA467B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709E" w:rsidRDefault="0091709E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A1A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5C9D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12E59"/>
    <w:rsid w:val="00323382"/>
    <w:rsid w:val="003242F8"/>
    <w:rsid w:val="00327981"/>
    <w:rsid w:val="00332202"/>
    <w:rsid w:val="00334CFD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22BB"/>
    <w:rsid w:val="003F34B4"/>
    <w:rsid w:val="003F4D6F"/>
    <w:rsid w:val="0041232B"/>
    <w:rsid w:val="00412A49"/>
    <w:rsid w:val="00415341"/>
    <w:rsid w:val="004164C8"/>
    <w:rsid w:val="00416879"/>
    <w:rsid w:val="00417301"/>
    <w:rsid w:val="00423D65"/>
    <w:rsid w:val="00425F16"/>
    <w:rsid w:val="00430F34"/>
    <w:rsid w:val="0043544C"/>
    <w:rsid w:val="00440CA1"/>
    <w:rsid w:val="00447003"/>
    <w:rsid w:val="004474FA"/>
    <w:rsid w:val="00452B5C"/>
    <w:rsid w:val="00452E0B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C41F4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0538C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E9D"/>
    <w:rsid w:val="00564C24"/>
    <w:rsid w:val="00567B63"/>
    <w:rsid w:val="00580E2C"/>
    <w:rsid w:val="005832D0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484D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77445"/>
    <w:rsid w:val="006832E6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5214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1029"/>
    <w:rsid w:val="00832A37"/>
    <w:rsid w:val="0084256E"/>
    <w:rsid w:val="00842AED"/>
    <w:rsid w:val="00844AC2"/>
    <w:rsid w:val="00860028"/>
    <w:rsid w:val="00861264"/>
    <w:rsid w:val="008629EC"/>
    <w:rsid w:val="00866932"/>
    <w:rsid w:val="00875129"/>
    <w:rsid w:val="00882212"/>
    <w:rsid w:val="008838BE"/>
    <w:rsid w:val="00884591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1709E"/>
    <w:rsid w:val="00923A7F"/>
    <w:rsid w:val="00924A9D"/>
    <w:rsid w:val="00931949"/>
    <w:rsid w:val="009336C3"/>
    <w:rsid w:val="009341BA"/>
    <w:rsid w:val="009365DB"/>
    <w:rsid w:val="00936883"/>
    <w:rsid w:val="0094033B"/>
    <w:rsid w:val="00940ACD"/>
    <w:rsid w:val="00943315"/>
    <w:rsid w:val="00944646"/>
    <w:rsid w:val="009460A8"/>
    <w:rsid w:val="0094611A"/>
    <w:rsid w:val="009468B8"/>
    <w:rsid w:val="00946DC9"/>
    <w:rsid w:val="009622DE"/>
    <w:rsid w:val="009667D8"/>
    <w:rsid w:val="0097130D"/>
    <w:rsid w:val="009718C7"/>
    <w:rsid w:val="00972933"/>
    <w:rsid w:val="00976DAC"/>
    <w:rsid w:val="009838D8"/>
    <w:rsid w:val="00984711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3C33"/>
    <w:rsid w:val="009E52FC"/>
    <w:rsid w:val="009E6743"/>
    <w:rsid w:val="009F0F4E"/>
    <w:rsid w:val="009F3A2E"/>
    <w:rsid w:val="009F74ED"/>
    <w:rsid w:val="00A046D1"/>
    <w:rsid w:val="00A20762"/>
    <w:rsid w:val="00A2142F"/>
    <w:rsid w:val="00A21F81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1E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A467B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3C46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0DF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DDCB53D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customStyle="1" w:styleId="tw4winMark">
    <w:name w:val="tw4winMark"/>
    <w:rsid w:val="005832D0"/>
    <w:rPr>
      <w:rFonts w:ascii="Courier New" w:hAnsi="Courier New"/>
      <w:vanish/>
      <w:color w:val="800080"/>
      <w:sz w:val="24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5EA0075E-5041-41D3-8B40-58108BE87276}"/>
</file>

<file path=customXml/itemProps2.xml><?xml version="1.0" encoding="utf-8"?>
<ds:datastoreItem xmlns:ds="http://schemas.openxmlformats.org/officeDocument/2006/customXml" ds:itemID="{BE4AD6D9-FF12-4F7F-9343-16E6B656D27C}"/>
</file>

<file path=customXml/itemProps3.xml><?xml version="1.0" encoding="utf-8"?>
<ds:datastoreItem xmlns:ds="http://schemas.openxmlformats.org/officeDocument/2006/customXml" ds:itemID="{835F6BB2-F965-4B16-892E-EDEE37C53D38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278</TotalTime>
  <Pages>2</Pages>
  <Words>111</Words>
  <Characters>628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7</cp:revision>
  <cp:lastPrinted>2011-12-15T11:14:00Z</cp:lastPrinted>
  <dcterms:created xsi:type="dcterms:W3CDTF">2020-04-08T13:37:00Z</dcterms:created>
  <dcterms:modified xsi:type="dcterms:W3CDTF">2020-09-08T11:41:00Z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442900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